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6095A3CD" w:rsidR="007479E1" w:rsidRPr="00404764" w:rsidRDefault="00987D5D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rFonts w:ascii="Verdana" w:eastAsia="Calibri" w:hAnsi="Verdana"/>
                <w:b/>
                <w:sz w:val="18"/>
              </w:rPr>
              <w:t>Pohled – zajištění zásobování pracoviště pitnou vodou</w:t>
            </w:r>
            <w:bookmarkStart w:id="0" w:name="_GoBack"/>
            <w:bookmarkEnd w:id="0"/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 xml:space="preserve">(označení dle </w:t>
            </w:r>
            <w:r w:rsidR="007D7EE3" w:rsidRPr="00404764">
              <w:rPr>
                <w:noProof/>
                <w:vanish/>
                <w:szCs w:val="20"/>
              </w:rPr>
              <w:lastRenderedPageBreak/>
              <w:t>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lastRenderedPageBreak/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F8CBA19" w14:textId="701C8CFA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72D92EF9" w14:textId="3E04ABF0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404764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9F951C2" w14:textId="44BB61BA" w:rsidR="007E7B8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971F1D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19687D42" w:rsidR="007479E1" w:rsidRPr="00404764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2697588" w14:textId="27681BAA" w:rsidR="007479E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404764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0B76F025" w14:textId="0A7E25C1" w:rsidR="007E7B8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404764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4F1F700F" w:rsidR="008E3DB5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333E149B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C1A8DF4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58630019" w:rsidR="00921E6B" w:rsidRPr="00404764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404764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2D9FA3A5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404764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AF1028D" w:rsidR="00FF2CFB" w:rsidRPr="00404764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</w:tbl>
    <w:p w14:paraId="4A091CC7" w14:textId="47CCB4B9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</w:t>
      </w:r>
      <w:proofErr w:type="gramStart"/>
      <w:r w:rsidRPr="00404764">
        <w:rPr>
          <w:rFonts w:eastAsia="Times New Roman"/>
          <w:bCs/>
          <w:i/>
        </w:rPr>
        <w:t>Tzn.</w:t>
      </w:r>
      <w:proofErr w:type="gramEnd"/>
      <w:r w:rsidRPr="00404764">
        <w:rPr>
          <w:rFonts w:eastAsia="Times New Roman"/>
          <w:bCs/>
          <w:i/>
        </w:rPr>
        <w:t xml:space="preserve"> Osvědčení se </w:t>
      </w:r>
      <w:proofErr w:type="gramStart"/>
      <w:r w:rsidRPr="00404764">
        <w:rPr>
          <w:rFonts w:eastAsia="Times New Roman"/>
          <w:bCs/>
          <w:i/>
        </w:rPr>
        <w:t>nevyhotovuje</w:t>
      </w:r>
      <w:proofErr w:type="gramEnd"/>
      <w:r w:rsidRPr="00404764">
        <w:rPr>
          <w:rFonts w:eastAsia="Times New Roman"/>
          <w:bCs/>
          <w:i/>
        </w:rPr>
        <w:t xml:space="preserve"> pro každého ze zhotovitelů/společníků/poddodavatelů zvlášť.</w:t>
      </w:r>
    </w:p>
    <w:p w14:paraId="06263C1F" w14:textId="77777777" w:rsidR="00D928DB" w:rsidRPr="00A24674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43FD9582" w14:textId="77777777" w:rsidR="00D928DB" w:rsidRPr="00F0533E" w:rsidRDefault="00D928DB" w:rsidP="00F0533E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00845100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7D5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7D5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2886CA33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7D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7D5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87D5D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4C3119-0BA1-4B07-8808-6AE0DFA16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1</TotalTime>
  <Pages>4</Pages>
  <Words>755</Words>
  <Characters>4460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Sečkařová Andrea</cp:lastModifiedBy>
  <cp:revision>5</cp:revision>
  <cp:lastPrinted>2022-03-23T11:11:00Z</cp:lastPrinted>
  <dcterms:created xsi:type="dcterms:W3CDTF">2022-04-20T07:21:00Z</dcterms:created>
  <dcterms:modified xsi:type="dcterms:W3CDTF">2022-05-17T12:35:00Z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